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B0" w:rsidRPr="00703699" w:rsidRDefault="00C233B0" w:rsidP="006D1C13">
      <w:pPr>
        <w:autoSpaceDE w:val="0"/>
        <w:autoSpaceDN w:val="0"/>
        <w:adjustRightInd w:val="0"/>
        <w:spacing w:line="276" w:lineRule="auto"/>
        <w:jc w:val="right"/>
        <w:rPr>
          <w:bCs/>
          <w:i/>
        </w:rPr>
      </w:pPr>
      <w:r w:rsidRPr="00703699">
        <w:rPr>
          <w:bCs/>
          <w:i/>
        </w:rPr>
        <w:t xml:space="preserve">Załącznik nr </w:t>
      </w:r>
      <w:r>
        <w:rPr>
          <w:bCs/>
          <w:i/>
        </w:rPr>
        <w:t>3</w:t>
      </w:r>
      <w:r w:rsidRPr="00703699">
        <w:rPr>
          <w:bCs/>
          <w:i/>
        </w:rPr>
        <w:t xml:space="preserve"> do SIWZ</w:t>
      </w:r>
    </w:p>
    <w:p w:rsidR="00C233B0" w:rsidRPr="00703699" w:rsidRDefault="00C233B0" w:rsidP="006D1C13">
      <w:pPr>
        <w:spacing w:line="276" w:lineRule="auto"/>
        <w:rPr>
          <w:color w:val="BFBFBF"/>
        </w:rPr>
      </w:pPr>
      <w:r w:rsidRPr="00703699">
        <w:rPr>
          <w:color w:val="BFBFBF"/>
        </w:rPr>
        <w:t xml:space="preserve">(nazwa i adres wykonawcy, pieczęć) </w:t>
      </w:r>
    </w:p>
    <w:p w:rsidR="00C233B0" w:rsidRPr="00703699" w:rsidRDefault="00C233B0" w:rsidP="006D1C13">
      <w:pPr>
        <w:spacing w:line="276" w:lineRule="auto"/>
      </w:pPr>
    </w:p>
    <w:p w:rsidR="00C233B0" w:rsidRPr="00703699" w:rsidRDefault="00C233B0" w:rsidP="006D1C13">
      <w:pPr>
        <w:autoSpaceDE w:val="0"/>
        <w:autoSpaceDN w:val="0"/>
        <w:adjustRightInd w:val="0"/>
        <w:spacing w:line="276" w:lineRule="auto"/>
        <w:jc w:val="right"/>
        <w:rPr>
          <w:b/>
          <w:bCs/>
        </w:rPr>
      </w:pPr>
    </w:p>
    <w:p w:rsidR="00C233B0" w:rsidRPr="00703699" w:rsidRDefault="00C233B0" w:rsidP="006D1C13">
      <w:pPr>
        <w:autoSpaceDE w:val="0"/>
        <w:autoSpaceDN w:val="0"/>
        <w:adjustRightInd w:val="0"/>
        <w:spacing w:line="276" w:lineRule="auto"/>
        <w:jc w:val="right"/>
        <w:rPr>
          <w:b/>
          <w:bCs/>
        </w:rPr>
      </w:pPr>
    </w:p>
    <w:p w:rsidR="00C233B0" w:rsidRPr="00703699" w:rsidRDefault="00C233B0" w:rsidP="006D1C13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703699">
        <w:rPr>
          <w:b/>
          <w:bCs/>
        </w:rPr>
        <w:t>OŚWIADCZENIE</w:t>
      </w:r>
    </w:p>
    <w:p w:rsidR="00C233B0" w:rsidRDefault="00C233B0" w:rsidP="006D1C13">
      <w:pPr>
        <w:pStyle w:val="BlockText"/>
        <w:spacing w:before="0" w:line="276" w:lineRule="auto"/>
      </w:pPr>
      <w:r>
        <w:t xml:space="preserve">O SPEŁNIANIU WARUNKÓW UDZIAŁU W POSTĘPOWANIU </w:t>
      </w:r>
      <w:r>
        <w:br/>
        <w:t>OKREŚLONYCH W ART. 22 PRAWA ZAMÓWIEŃ PUBLICZNYCH</w:t>
      </w:r>
    </w:p>
    <w:p w:rsidR="00C233B0" w:rsidRPr="00703699" w:rsidRDefault="00C233B0" w:rsidP="006D1C13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C233B0" w:rsidRDefault="00C233B0" w:rsidP="000D1D8D">
      <w:pPr>
        <w:jc w:val="both"/>
        <w:rPr>
          <w:color w:val="000000"/>
        </w:rPr>
      </w:pPr>
      <w:r>
        <w:t>związane z ogłoszeniem</w:t>
      </w:r>
      <w:r w:rsidRPr="00531E9F">
        <w:t xml:space="preserve"> </w:t>
      </w:r>
      <w:r>
        <w:t xml:space="preserve">postępowania </w:t>
      </w:r>
      <w:r w:rsidRPr="00531E9F">
        <w:t xml:space="preserve">o </w:t>
      </w:r>
      <w:r>
        <w:t>udzielenie zamówienia</w:t>
      </w:r>
      <w:r w:rsidRPr="00531E9F">
        <w:t xml:space="preserve"> publiczne</w:t>
      </w:r>
      <w:r>
        <w:t>go</w:t>
      </w:r>
      <w:r w:rsidRPr="00531E9F">
        <w:t xml:space="preserve"> prowadzonego w trybie przetargu nieograniczonego </w:t>
      </w:r>
      <w:r>
        <w:t xml:space="preserve">na </w:t>
      </w:r>
      <w:r>
        <w:rPr>
          <w:b/>
          <w:bCs/>
        </w:rPr>
        <w:t>W</w:t>
      </w:r>
      <w:r>
        <w:rPr>
          <w:b/>
          <w:bCs/>
          <w:color w:val="000000"/>
        </w:rPr>
        <w:t>ymianę windy w ramach</w:t>
      </w:r>
      <w:r>
        <w:rPr>
          <w:b/>
          <w:bCs/>
          <w:color w:val="0000FF"/>
        </w:rPr>
        <w:t xml:space="preserve"> </w:t>
      </w:r>
      <w:r>
        <w:rPr>
          <w:b/>
          <w:bCs/>
        </w:rPr>
        <w:t>projektu:</w:t>
      </w:r>
      <w:r>
        <w:rPr>
          <w:b/>
          <w:bCs/>
          <w:color w:val="000000"/>
        </w:rPr>
        <w:t xml:space="preserve"> "Likwidacja barier w zakładzie opieki zdrowotnej w zakresie umożliwienia osobom niepełnosprawnym poruszania się" - polegająca na demontażu starej windy oraz dostawie, montażu i uruchomieniu wewnętrznej windy </w:t>
      </w:r>
      <w:r>
        <w:rPr>
          <w:b/>
          <w:bCs/>
        </w:rPr>
        <w:t xml:space="preserve">szpitalnej </w:t>
      </w:r>
      <w:r>
        <w:rPr>
          <w:color w:val="000000"/>
        </w:rPr>
        <w:t>dla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GoldMedica          Sp. z o.o. w Gołdapi, ul. Słoneczna 7. </w:t>
      </w:r>
    </w:p>
    <w:p w:rsidR="00C233B0" w:rsidRPr="00531E9F" w:rsidRDefault="00C233B0" w:rsidP="002446F4">
      <w:pPr>
        <w:spacing w:line="276" w:lineRule="auto"/>
        <w:jc w:val="both"/>
        <w:rPr>
          <w:bCs/>
        </w:rPr>
      </w:pPr>
    </w:p>
    <w:p w:rsidR="00C233B0" w:rsidRDefault="00C233B0" w:rsidP="006D1C13">
      <w:pPr>
        <w:spacing w:line="276" w:lineRule="auto"/>
      </w:pPr>
    </w:p>
    <w:p w:rsidR="00C233B0" w:rsidRDefault="00C233B0" w:rsidP="006D1C13">
      <w:pPr>
        <w:spacing w:line="276" w:lineRule="auto"/>
      </w:pPr>
    </w:p>
    <w:p w:rsidR="00C233B0" w:rsidRDefault="00C233B0" w:rsidP="006D1C13">
      <w:pPr>
        <w:spacing w:line="276" w:lineRule="auto"/>
        <w:ind w:firstLine="708"/>
        <w:jc w:val="both"/>
      </w:pPr>
      <w:r>
        <w:t>Wykonawca oświadcza, że składając ofertę w ww. postępowaniu:</w:t>
      </w:r>
    </w:p>
    <w:p w:rsidR="00C233B0" w:rsidRDefault="00C233B0" w:rsidP="006D1C13">
      <w:pPr>
        <w:pStyle w:val="Achievements"/>
        <w:spacing w:line="276" w:lineRule="auto"/>
      </w:pPr>
      <w:r>
        <w:t>posiada uprawnienia niezbędne do wykonania zamówienia,</w:t>
      </w:r>
    </w:p>
    <w:p w:rsidR="00C233B0" w:rsidRDefault="00C233B0" w:rsidP="006D1C13">
      <w:pPr>
        <w:pStyle w:val="Achievements"/>
        <w:spacing w:line="276" w:lineRule="auto"/>
        <w:jc w:val="both"/>
      </w:pPr>
      <w:r>
        <w:t>posiada niezbędną wiedzę i doświadczenie oraz dysponuje potencjałem technicznym i osobami zdolnymi do wykonania zamówienia,</w:t>
      </w:r>
    </w:p>
    <w:p w:rsidR="00C233B0" w:rsidRDefault="00C233B0" w:rsidP="006D1C13">
      <w:pPr>
        <w:pStyle w:val="Achievements"/>
        <w:spacing w:line="276" w:lineRule="auto"/>
        <w:jc w:val="both"/>
      </w:pPr>
      <w:r>
        <w:t>znajduje się w sytuacji ekonomicznej i finansowej zapewniającej wykonanie zamówienia.</w:t>
      </w:r>
    </w:p>
    <w:p w:rsidR="00C233B0" w:rsidRDefault="00C233B0" w:rsidP="006D1C13">
      <w:pPr>
        <w:spacing w:line="276" w:lineRule="auto"/>
      </w:pPr>
    </w:p>
    <w:p w:rsidR="00C233B0" w:rsidRDefault="00C233B0" w:rsidP="006D1C13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0"/>
        <w:gridCol w:w="3060"/>
        <w:gridCol w:w="3060"/>
      </w:tblGrid>
      <w:tr w:rsidR="00C233B0" w:rsidTr="00093B33">
        <w:tc>
          <w:tcPr>
            <w:tcW w:w="3060" w:type="dxa"/>
            <w:shd w:val="clear" w:color="auto" w:fill="F2F2F2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093B33">
              <w:rPr>
                <w:sz w:val="20"/>
                <w:szCs w:val="22"/>
              </w:rPr>
              <w:t>Miejscowość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093B33">
              <w:rPr>
                <w:sz w:val="20"/>
                <w:szCs w:val="22"/>
              </w:rPr>
              <w:t>Data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093B33">
              <w:rPr>
                <w:sz w:val="20"/>
                <w:szCs w:val="22"/>
              </w:rPr>
              <w:t>Czytelny podpis</w:t>
            </w:r>
          </w:p>
        </w:tc>
      </w:tr>
      <w:tr w:rsidR="00C233B0" w:rsidTr="00093B33">
        <w:trPr>
          <w:trHeight w:val="1134"/>
        </w:trPr>
        <w:tc>
          <w:tcPr>
            <w:tcW w:w="3060" w:type="dxa"/>
            <w:shd w:val="clear" w:color="auto" w:fill="FFFFFF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C233B0" w:rsidRPr="00093B33" w:rsidRDefault="00C233B0" w:rsidP="00093B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</w:p>
        </w:tc>
      </w:tr>
    </w:tbl>
    <w:p w:rsidR="00C233B0" w:rsidRDefault="00C233B0" w:rsidP="006D1C13">
      <w:pPr>
        <w:spacing w:line="276" w:lineRule="auto"/>
        <w:jc w:val="both"/>
      </w:pPr>
    </w:p>
    <w:sectPr w:rsidR="00C233B0" w:rsidSect="00913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17891"/>
    <w:multiLevelType w:val="hybridMultilevel"/>
    <w:tmpl w:val="D20CB088"/>
    <w:lvl w:ilvl="0" w:tplc="C352C9EC">
      <w:start w:val="1"/>
      <w:numFmt w:val="bullet"/>
      <w:pStyle w:val="Achievements"/>
      <w:lvlText w:val=""/>
      <w:lvlJc w:val="left"/>
      <w:pPr>
        <w:ind w:left="1467" w:hanging="360"/>
      </w:pPr>
      <w:rPr>
        <w:rFonts w:ascii="Symbol" w:hAnsi="Symbol" w:hint="default"/>
        <w:color w:val="999999"/>
        <w:sz w:val="16"/>
      </w:rPr>
    </w:lvl>
    <w:lvl w:ilvl="1" w:tplc="041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">
    <w:nsid w:val="7E9B557C"/>
    <w:multiLevelType w:val="hybridMultilevel"/>
    <w:tmpl w:val="8D34A5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8E7"/>
    <w:rsid w:val="000415F6"/>
    <w:rsid w:val="000556A3"/>
    <w:rsid w:val="00093B33"/>
    <w:rsid w:val="00095C24"/>
    <w:rsid w:val="000D1D8D"/>
    <w:rsid w:val="002446F4"/>
    <w:rsid w:val="00304C3D"/>
    <w:rsid w:val="00353DD4"/>
    <w:rsid w:val="00412A4B"/>
    <w:rsid w:val="004C58E7"/>
    <w:rsid w:val="00531E9F"/>
    <w:rsid w:val="005322FA"/>
    <w:rsid w:val="005E5962"/>
    <w:rsid w:val="006D1C13"/>
    <w:rsid w:val="00703699"/>
    <w:rsid w:val="0070745F"/>
    <w:rsid w:val="00757ED1"/>
    <w:rsid w:val="00764455"/>
    <w:rsid w:val="00773DBC"/>
    <w:rsid w:val="008D114F"/>
    <w:rsid w:val="00913D6C"/>
    <w:rsid w:val="00B66085"/>
    <w:rsid w:val="00C233B0"/>
    <w:rsid w:val="00C90DD4"/>
    <w:rsid w:val="00CC2595"/>
    <w:rsid w:val="00FB4B45"/>
    <w:rsid w:val="00FD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8E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44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757ED1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57ED1"/>
    <w:rPr>
      <w:rFonts w:ascii="Times New Roman" w:hAnsi="Times New Roman" w:cs="Times New Roman"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757ED1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7ED1"/>
    <w:rPr>
      <w:rFonts w:ascii="Arial" w:hAnsi="Arial" w:cs="Times New Roman"/>
      <w:sz w:val="20"/>
      <w:szCs w:val="20"/>
      <w:lang w:eastAsia="pl-PL"/>
    </w:rPr>
  </w:style>
  <w:style w:type="paragraph" w:styleId="BlockText">
    <w:name w:val="Block Text"/>
    <w:basedOn w:val="Normal"/>
    <w:uiPriority w:val="99"/>
    <w:rsid w:val="00757ED1"/>
    <w:pPr>
      <w:suppressAutoHyphens w:val="0"/>
      <w:spacing w:before="120"/>
      <w:ind w:left="-1080" w:right="-1135"/>
      <w:jc w:val="center"/>
    </w:pPr>
    <w:rPr>
      <w:b/>
      <w:lang w:eastAsia="pl-PL"/>
    </w:rPr>
  </w:style>
  <w:style w:type="paragraph" w:customStyle="1" w:styleId="Achievements">
    <w:name w:val="Achievements"/>
    <w:basedOn w:val="Normal"/>
    <w:uiPriority w:val="99"/>
    <w:rsid w:val="006D1C13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140</Words>
  <Characters>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WTZ Administrator</dc:creator>
  <cp:keywords/>
  <dc:description/>
  <cp:lastModifiedBy>Mikielski</cp:lastModifiedBy>
  <cp:revision>4</cp:revision>
  <dcterms:created xsi:type="dcterms:W3CDTF">2013-04-01T20:46:00Z</dcterms:created>
  <dcterms:modified xsi:type="dcterms:W3CDTF">2013-04-01T23:12:00Z</dcterms:modified>
</cp:coreProperties>
</file>